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EF5" w:rsidRDefault="001601D1" w:rsidP="001601D1">
      <w:pPr>
        <w:spacing w:after="0" w:line="288" w:lineRule="auto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bookmarkStart w:id="0" w:name="_GoBack"/>
      <w:r w:rsidRPr="001601D1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Методическое планирование проектной деятельности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bookmarkEnd w:id="0"/>
    <w:p w:rsidR="001601D1" w:rsidRPr="001601D1" w:rsidRDefault="001601D1" w:rsidP="001601D1">
      <w:pPr>
        <w:spacing w:after="0" w:line="288" w:lineRule="auto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Установочное занятие: цели, задачи проектных работ, основной замысел, примерная тематика и формы продуктов будущих проектов.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Подготовка информации о проектной работе.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Выдача письменных рекомендаций будущим авторам (темы, требования, сроки, графики консультаций и проч.)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Консультация по выбору тематики учебных проектов, формулирование идеи и замыслов.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проектных групп.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Групповое обсуждение идей будущих проектов, составление индивидуальных планов работы над проектами.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Утверждение тематики проектов и индивидуальных планов работы над проектами.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Поисковый этап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Промежуточные отчеты учащихся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Индивидуальные и групповые консультации по содержанию и правилам оформления проектных работ.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Обобщающий этап: оформление результатов.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Предзащита проектов.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Доработка проектов с учетом замечаний и предложений.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групп рецензентов, оппонентов и «внешних» экспертов.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Подготовка к публичной защите проектов.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Генеральная репетиция публичной защиты проектов.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Координационное совещание лиц, ответственных за мероприятия.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Заключительный этап: публичная защита проектов.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Подведение итогов, анализ выполненной работы.</w:t>
      </w:r>
    </w:p>
    <w:p w:rsidR="001601D1" w:rsidRPr="001601D1" w:rsidRDefault="001601D1" w:rsidP="001601D1">
      <w:pPr>
        <w:numPr>
          <w:ilvl w:val="0"/>
          <w:numId w:val="1"/>
        </w:numPr>
        <w:shd w:val="clear" w:color="auto" w:fill="FFFFFF"/>
        <w:spacing w:after="0" w:line="288" w:lineRule="auto"/>
        <w:ind w:left="0" w:firstLine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1D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Итоговый этап. Благодарности участникам, обобщение материалов, оформление отчетов о выполненной работе.</w:t>
      </w:r>
    </w:p>
    <w:p w:rsidR="001601D1" w:rsidRPr="001601D1" w:rsidRDefault="001601D1" w:rsidP="001601D1">
      <w:pPr>
        <w:spacing w:after="0" w:line="288" w:lineRule="auto"/>
        <w:rPr>
          <w:rFonts w:ascii="Times New Roman" w:hAnsi="Times New Roman" w:cs="Times New Roman"/>
          <w:sz w:val="28"/>
          <w:szCs w:val="28"/>
        </w:rPr>
      </w:pPr>
    </w:p>
    <w:sectPr w:rsidR="001601D1" w:rsidRPr="00160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94487"/>
    <w:multiLevelType w:val="multilevel"/>
    <w:tmpl w:val="5630D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6E4"/>
    <w:rsid w:val="001601D1"/>
    <w:rsid w:val="005D56E4"/>
    <w:rsid w:val="008B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601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601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769F40B7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Даниелян Ирина А.</dc:creator>
  <cp:lastModifiedBy>Даниелян Ирина А.</cp:lastModifiedBy>
  <cp:revision>2</cp:revision>
  <dcterms:created xsi:type="dcterms:W3CDTF">2017-12-13T12:28:00Z</dcterms:created>
  <dcterms:modified xsi:type="dcterms:W3CDTF">2017-12-13T12:28:00Z</dcterms:modified>
</cp:coreProperties>
</file>